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82A5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6912A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12AC" w:rsidRP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Средња  Европа</w:t>
            </w:r>
            <w:r w:rsidR="005966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Немачка</w:t>
            </w:r>
            <w:r w:rsidR="006912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912AC" w:rsidRP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 одлике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12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9661D" w:rsidRDefault="006912AC" w:rsidP="00F13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6912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ровера  усвојености  и  разумевања градив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 о географским одликама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Средње</w:t>
            </w:r>
            <w:r w:rsidRPr="006912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Европе</w:t>
            </w:r>
            <w:r w:rsidR="00596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Немачке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6912AC" w:rsidRDefault="0004179F" w:rsidP="006912A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912AC" w:rsidRPr="006912AC">
              <w:rPr>
                <w:rFonts w:ascii="Times New Roman" w:hAnsi="Times New Roman"/>
                <w:sz w:val="24"/>
                <w:szCs w:val="24"/>
                <w:lang w:val="sr-Cyrl-CS"/>
              </w:rPr>
              <w:t>Утврдити нова знања</w:t>
            </w:r>
            <w:r w:rsidR="006912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географском  одликама   Средње</w:t>
            </w:r>
            <w:r w:rsidR="006912AC" w:rsidRPr="006912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Европе</w:t>
            </w:r>
            <w:r w:rsidR="005966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и  Немачке</w:t>
            </w:r>
          </w:p>
          <w:p w:rsidR="00530636" w:rsidRPr="008A7B15" w:rsidRDefault="0004179F" w:rsidP="006912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59661D" w:rsidRPr="0059661D" w:rsidRDefault="0059661D" w:rsidP="0059661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9661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географске  одлике  С. Европе</w:t>
            </w:r>
          </w:p>
          <w:p w:rsidR="0059661D" w:rsidRPr="0059661D" w:rsidRDefault="0059661D" w:rsidP="0059661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9661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 карти  покаже  географске  објекте  регије</w:t>
            </w:r>
          </w:p>
          <w:p w:rsidR="0059661D" w:rsidRPr="0059661D" w:rsidRDefault="0059661D" w:rsidP="0059661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9661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-сагледа  место </w:t>
            </w:r>
            <w:r w:rsidR="00527C6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bookmarkStart w:id="0" w:name="_GoBack"/>
            <w:bookmarkEnd w:id="0"/>
            <w:r w:rsidRPr="0059661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Немачке  у  оквиру  регије</w:t>
            </w:r>
          </w:p>
          <w:p w:rsidR="006912AC" w:rsidRPr="00F13E9B" w:rsidRDefault="0059661D" w:rsidP="0059661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9661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-упореди  географске одлике Јужне  и  Средње  Европе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6912AC" w:rsidRPr="006912AC" w:rsidRDefault="006912AC" w:rsidP="006912A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1.1.3. Препознаје и чита географске и допунске елементе карте - чита називе мора, планина,  низија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река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на простору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Средње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  <w:r w:rsidR="0059661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и  Немачке</w:t>
            </w:r>
          </w:p>
          <w:p w:rsidR="00F13E9B" w:rsidRPr="009B224E" w:rsidRDefault="006912AC" w:rsidP="006912A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је основне 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географске  одлике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Средње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  <w:r w:rsidR="0059661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и  Немачке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Седње  Европе</w:t>
            </w:r>
            <w:r w:rsidR="0059661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и  Немачке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F13E9B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</w:p>
          <w:p w:rsidR="00146CBC" w:rsidRDefault="006912AC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Средње  Европе </w:t>
            </w:r>
            <w:r w:rsidR="0059661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и  Немачке </w:t>
            </w:r>
            <w:r w:rsid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оквиру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  као целине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6912AC" w:rsidRPr="00530636" w:rsidRDefault="00657717" w:rsidP="006912A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Средњој  Европи</w:t>
            </w:r>
            <w:r w:rsidR="0059661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Немачкој</w:t>
            </w:r>
          </w:p>
          <w:p w:rsidR="00530636" w:rsidRPr="00530636" w:rsidRDefault="00530636" w:rsidP="00F13E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12AC" w:rsidRP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 самостални рад  ученика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6912AC" w:rsidRDefault="00545C96" w:rsidP="005966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илустрације  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59661D" w:rsidP="00F13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6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Упознајемо ученике  са  садржајем  часа  и  захтевамо да  пр</w:t>
            </w:r>
            <w:r w:rsidR="00BB19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ипреме своје географске  атласе  које  користе  приликом  одговарања  на  постављена  питања.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F4602" w:rsidRDefault="0059661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Постављамо  питања:</w:t>
            </w:r>
          </w:p>
          <w:p w:rsidR="0059661D" w:rsidRDefault="0059661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B19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 која мора  излази  Средња  Европа?</w:t>
            </w:r>
          </w:p>
          <w:p w:rsidR="00BB199D" w:rsidRDefault="00BB199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-Које  су  рељефне целине  Срдње Европе?</w:t>
            </w:r>
          </w:p>
          <w:p w:rsidR="00BB199D" w:rsidRDefault="00BB199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-Зашто количина  падавина опада  о  запада  ка истоку  Средње  Европе?</w:t>
            </w:r>
          </w:p>
          <w:p w:rsidR="00BB199D" w:rsidRDefault="00BB199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-Објасни  значај  Килског  канала.</w:t>
            </w:r>
          </w:p>
          <w:p w:rsidR="00BB199D" w:rsidRDefault="00BB199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-Наведи  кроз  које  земље  пролази  пловни  пут  С</w:t>
            </w:r>
            <w:r w:rsidR="009647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еверн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 море-Црно  море.</w:t>
            </w:r>
          </w:p>
          <w:p w:rsidR="00BB199D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-Од  ког  ш</w:t>
            </w:r>
            <w:r w:rsidR="00BB19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вајцарског  града је  пловна  река  Рајна?</w:t>
            </w:r>
          </w:p>
          <w:p w:rsidR="00BB199D" w:rsidRDefault="00BB199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-Зашто Рајну  зову  „аорта  Европе“?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-Објасни  појам  Подунавље.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-Која  су  три  главна града Средње  Европе на Дунаву?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-Који  су  народи  словенске  групе  у  Средњој  Европи?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-Које су  земље  Средње  Европе  прошле  кроз  период  транзиције?</w:t>
            </w:r>
          </w:p>
          <w:p w:rsidR="00BB199D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-Наведи  земље  које  се истичу  у  производњи  угља.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-Како  је  градња тунела   кроз  Алпе  утицала на привреду?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-Данашња  Немачка формирана је 1990. уједињењем  две  државе.Које?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-Наведи  три  географске  регије Немачке.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-Шта је  Рурски  басен  и  где се  налази?</w:t>
            </w:r>
          </w:p>
          <w:p w:rsidR="0096474A" w:rsidRDefault="0096474A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-Наведи    произвођаче  аутомобила  у  Немачкој  које  знаш.</w:t>
            </w:r>
          </w:p>
          <w:p w:rsidR="00BB199D" w:rsidRPr="00F13E9B" w:rsidRDefault="00BB199D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 w:rsidP="009647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0A4F92" w:rsidRDefault="0096474A" w:rsidP="0096474A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Поредимо  са  ученицима географски  положај  Средње  и  Јужне  Европе.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D6605E" w:rsidRPr="008A7B15" w:rsidRDefault="00D6605E" w:rsidP="00E727B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3321C2"/>
    <w:rsid w:val="00391413"/>
    <w:rsid w:val="003A7B13"/>
    <w:rsid w:val="003C170C"/>
    <w:rsid w:val="003F1D6D"/>
    <w:rsid w:val="0045123D"/>
    <w:rsid w:val="00455A17"/>
    <w:rsid w:val="0046301A"/>
    <w:rsid w:val="00466279"/>
    <w:rsid w:val="00491F36"/>
    <w:rsid w:val="004C7CD5"/>
    <w:rsid w:val="00527C6B"/>
    <w:rsid w:val="00530636"/>
    <w:rsid w:val="00545C96"/>
    <w:rsid w:val="00567AA5"/>
    <w:rsid w:val="0059661D"/>
    <w:rsid w:val="005F4602"/>
    <w:rsid w:val="005F784B"/>
    <w:rsid w:val="00605D58"/>
    <w:rsid w:val="00606767"/>
    <w:rsid w:val="00657717"/>
    <w:rsid w:val="00664F16"/>
    <w:rsid w:val="00670648"/>
    <w:rsid w:val="00682A59"/>
    <w:rsid w:val="006912AC"/>
    <w:rsid w:val="006F2937"/>
    <w:rsid w:val="00787427"/>
    <w:rsid w:val="007906D8"/>
    <w:rsid w:val="007E6623"/>
    <w:rsid w:val="0080459B"/>
    <w:rsid w:val="00813711"/>
    <w:rsid w:val="00854D2A"/>
    <w:rsid w:val="008A7B15"/>
    <w:rsid w:val="008F0F0B"/>
    <w:rsid w:val="00942ED0"/>
    <w:rsid w:val="0094301B"/>
    <w:rsid w:val="0096474A"/>
    <w:rsid w:val="0096516D"/>
    <w:rsid w:val="00976108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B199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727BB"/>
    <w:rsid w:val="00EC77F2"/>
    <w:rsid w:val="00F05659"/>
    <w:rsid w:val="00F137B9"/>
    <w:rsid w:val="00F13E9B"/>
    <w:rsid w:val="00F36783"/>
    <w:rsid w:val="00F57D30"/>
    <w:rsid w:val="00F97155"/>
    <w:rsid w:val="00FB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7FC8A-5C20-4319-80F3-487270AA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2020-07-01T13:39:00Z</dcterms:created>
  <dcterms:modified xsi:type="dcterms:W3CDTF">2020-07-03T10:02:00Z</dcterms:modified>
</cp:coreProperties>
</file>